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1362B" w14:textId="029257E3" w:rsidR="00477336" w:rsidRPr="00442E56" w:rsidRDefault="00477336" w:rsidP="00477336">
      <w:pPr>
        <w:spacing w:after="0"/>
        <w:rPr>
          <w:rFonts w:ascii="Times New Roman" w:hAnsi="Times New Roman" w:cs="Times New Roman"/>
          <w:b/>
          <w:sz w:val="20"/>
          <w:lang w:val="en-GB"/>
        </w:rPr>
      </w:pPr>
      <w:r w:rsidRPr="00442E56">
        <w:rPr>
          <w:rFonts w:ascii="Times New Roman" w:hAnsi="Times New Roman" w:cs="Times New Roman"/>
          <w:b/>
          <w:sz w:val="20"/>
          <w:lang w:val="en-GB"/>
        </w:rPr>
        <w:t>Appendix 1: Search queries</w:t>
      </w:r>
    </w:p>
    <w:p w14:paraId="5979CE93" w14:textId="77777777" w:rsidR="00477336" w:rsidRPr="00442E56" w:rsidRDefault="00477336" w:rsidP="00477336">
      <w:pPr>
        <w:spacing w:after="0"/>
        <w:rPr>
          <w:rFonts w:ascii="Times New Roman" w:hAnsi="Times New Roman" w:cs="Times New Roman"/>
          <w:b/>
          <w:i/>
          <w:sz w:val="20"/>
          <w:lang w:val="en-GB"/>
        </w:rPr>
      </w:pPr>
    </w:p>
    <w:p w14:paraId="05CC2116" w14:textId="4442DFCB" w:rsidR="00477336" w:rsidRPr="00442E56" w:rsidRDefault="00477336" w:rsidP="00477336">
      <w:pPr>
        <w:spacing w:after="0"/>
        <w:rPr>
          <w:rFonts w:ascii="Times New Roman" w:hAnsi="Times New Roman" w:cs="Times New Roman"/>
          <w:sz w:val="20"/>
          <w:lang w:val="en-GB"/>
        </w:rPr>
      </w:pPr>
      <w:r w:rsidRPr="00442E56">
        <w:rPr>
          <w:rFonts w:ascii="Times New Roman" w:hAnsi="Times New Roman" w:cs="Times New Roman"/>
          <w:sz w:val="20"/>
          <w:lang w:val="en-GB"/>
        </w:rPr>
        <w:t xml:space="preserve">Search queries were developed based on a preliminary web search for reports on Sars-CoV-2 outbreaks in reception and accommodation </w:t>
      </w:r>
      <w:proofErr w:type="spellStart"/>
      <w:r w:rsidRPr="00442E56">
        <w:rPr>
          <w:rFonts w:ascii="Times New Roman" w:hAnsi="Times New Roman" w:cs="Times New Roman"/>
          <w:sz w:val="20"/>
          <w:lang w:val="en-GB"/>
        </w:rPr>
        <w:t>centers</w:t>
      </w:r>
      <w:proofErr w:type="spellEnd"/>
      <w:r w:rsidRPr="00442E56">
        <w:rPr>
          <w:rFonts w:ascii="Times New Roman" w:hAnsi="Times New Roman" w:cs="Times New Roman"/>
          <w:sz w:val="20"/>
          <w:lang w:val="en-GB"/>
        </w:rPr>
        <w:t xml:space="preserve"> for asylum seekers in Germany. Using the terms most commonly used to describe such outbreaks, we developed four search queries. These consisted of the term “refugee”, key words for “reception </w:t>
      </w:r>
      <w:proofErr w:type="spellStart"/>
      <w:r w:rsidRPr="00442E56">
        <w:rPr>
          <w:rFonts w:ascii="Times New Roman" w:hAnsi="Times New Roman" w:cs="Times New Roman"/>
          <w:sz w:val="20"/>
          <w:lang w:val="en-GB"/>
        </w:rPr>
        <w:t>centers</w:t>
      </w:r>
      <w:proofErr w:type="spellEnd"/>
      <w:r w:rsidRPr="00442E56">
        <w:rPr>
          <w:rFonts w:ascii="Times New Roman" w:hAnsi="Times New Roman" w:cs="Times New Roman"/>
          <w:sz w:val="20"/>
          <w:lang w:val="en-GB"/>
        </w:rPr>
        <w:t xml:space="preserve">” (facility, reception </w:t>
      </w:r>
      <w:proofErr w:type="spellStart"/>
      <w:r w:rsidRPr="00442E56">
        <w:rPr>
          <w:rFonts w:ascii="Times New Roman" w:hAnsi="Times New Roman" w:cs="Times New Roman"/>
          <w:sz w:val="20"/>
          <w:lang w:val="en-GB"/>
        </w:rPr>
        <w:t>center</w:t>
      </w:r>
      <w:proofErr w:type="spellEnd"/>
      <w:r w:rsidRPr="00442E56">
        <w:rPr>
          <w:rFonts w:ascii="Times New Roman" w:hAnsi="Times New Roman" w:cs="Times New Roman"/>
          <w:sz w:val="20"/>
          <w:lang w:val="en-GB"/>
        </w:rPr>
        <w:t xml:space="preserve">, accommodation </w:t>
      </w:r>
      <w:proofErr w:type="spellStart"/>
      <w:r w:rsidRPr="00442E56">
        <w:rPr>
          <w:rFonts w:ascii="Times New Roman" w:hAnsi="Times New Roman" w:cs="Times New Roman"/>
          <w:sz w:val="20"/>
          <w:lang w:val="en-GB"/>
        </w:rPr>
        <w:t>center</w:t>
      </w:r>
      <w:proofErr w:type="spellEnd"/>
      <w:r w:rsidRPr="00442E56">
        <w:rPr>
          <w:rFonts w:ascii="Times New Roman" w:hAnsi="Times New Roman" w:cs="Times New Roman"/>
          <w:sz w:val="20"/>
          <w:lang w:val="en-GB"/>
        </w:rPr>
        <w:t>, asylum home/</w:t>
      </w:r>
      <w:proofErr w:type="spellStart"/>
      <w:r w:rsidRPr="00442E56">
        <w:rPr>
          <w:rFonts w:ascii="Times New Roman" w:hAnsi="Times New Roman" w:cs="Times New Roman"/>
          <w:sz w:val="20"/>
          <w:lang w:val="en-GB"/>
        </w:rPr>
        <w:t>center</w:t>
      </w:r>
      <w:proofErr w:type="spellEnd"/>
      <w:r w:rsidRPr="00442E56">
        <w:rPr>
          <w:rFonts w:ascii="Times New Roman" w:hAnsi="Times New Roman" w:cs="Times New Roman"/>
          <w:sz w:val="20"/>
          <w:lang w:val="en-GB"/>
        </w:rPr>
        <w:t>) and “corona infection” or “corona cases” (see table 1).</w:t>
      </w:r>
    </w:p>
    <w:p w14:paraId="2E3AD27C" w14:textId="77777777" w:rsidR="00477336" w:rsidRPr="00442E56" w:rsidRDefault="00477336" w:rsidP="00477336">
      <w:pPr>
        <w:spacing w:after="0"/>
        <w:rPr>
          <w:rFonts w:ascii="Times New Roman" w:hAnsi="Times New Roman" w:cs="Times New Roman"/>
          <w:b/>
          <w:i/>
          <w:sz w:val="20"/>
          <w:lang w:val="en-GB"/>
        </w:rPr>
      </w:pPr>
    </w:p>
    <w:p w14:paraId="58FD26A6" w14:textId="031DEDDC" w:rsidR="00477336" w:rsidRPr="00442E56" w:rsidRDefault="00477336" w:rsidP="00477336">
      <w:pPr>
        <w:spacing w:after="0"/>
        <w:rPr>
          <w:rFonts w:ascii="Times New Roman" w:hAnsi="Times New Roman" w:cs="Times New Roman"/>
          <w:b/>
          <w:i/>
          <w:sz w:val="20"/>
          <w:lang w:val="en-GB"/>
        </w:rPr>
      </w:pPr>
      <w:r w:rsidRPr="00442E56">
        <w:rPr>
          <w:rFonts w:ascii="Times New Roman" w:hAnsi="Times New Roman" w:cs="Times New Roman"/>
          <w:b/>
          <w:i/>
          <w:sz w:val="20"/>
          <w:lang w:val="en-GB"/>
        </w:rPr>
        <w:t>Table 1: Search queries (German and English translation)</w:t>
      </w:r>
    </w:p>
    <w:tbl>
      <w:tblPr>
        <w:tblStyle w:val="Tabellenraster"/>
        <w:tblpPr w:leftFromText="141" w:rightFromText="141" w:vertAnchor="text" w:horzAnchor="margin" w:tblpY="102"/>
        <w:tblW w:w="9634" w:type="dxa"/>
        <w:tblInd w:w="0" w:type="dxa"/>
        <w:tblLook w:val="04A0" w:firstRow="1" w:lastRow="0" w:firstColumn="1" w:lastColumn="0" w:noHBand="0" w:noVBand="1"/>
      </w:tblPr>
      <w:tblGrid>
        <w:gridCol w:w="988"/>
        <w:gridCol w:w="4394"/>
        <w:gridCol w:w="4252"/>
      </w:tblGrid>
      <w:tr w:rsidR="00477336" w:rsidRPr="00442E56" w14:paraId="5CE3D402" w14:textId="77777777" w:rsidTr="004773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C0A00D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442E56">
              <w:rPr>
                <w:rFonts w:ascii="Times New Roman" w:hAnsi="Times New Roman" w:cs="Times New Roman"/>
                <w:b/>
                <w:sz w:val="20"/>
                <w:lang w:val="en-GB"/>
              </w:rPr>
              <w:t>Search query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C8BBDC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proofErr w:type="spellStart"/>
            <w:r w:rsidRPr="00442E56">
              <w:rPr>
                <w:rFonts w:ascii="Times New Roman" w:hAnsi="Times New Roman" w:cs="Times New Roman"/>
                <w:b/>
                <w:sz w:val="20"/>
                <w:lang w:val="en-US"/>
              </w:rPr>
              <w:t>Searchterm</w:t>
            </w:r>
            <w:proofErr w:type="spellEnd"/>
            <w:r w:rsidRPr="00442E56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(German)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DBB60C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442E56">
              <w:rPr>
                <w:rFonts w:ascii="Times New Roman" w:hAnsi="Times New Roman" w:cs="Times New Roman"/>
                <w:b/>
                <w:sz w:val="20"/>
                <w:lang w:val="en-US"/>
              </w:rPr>
              <w:t>Translation</w:t>
            </w:r>
          </w:p>
        </w:tc>
      </w:tr>
      <w:tr w:rsidR="00477336" w:rsidRPr="00442E56" w14:paraId="78A98431" w14:textId="77777777" w:rsidTr="004773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92EEA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GB"/>
              </w:rPr>
            </w:pPr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>Search 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86D9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proofErr w:type="spellStart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>Einrichtung</w:t>
            </w:r>
            <w:proofErr w:type="spellEnd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>Flüchtlinge</w:t>
            </w:r>
            <w:proofErr w:type="spellEnd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 xml:space="preserve"> Corona </w:t>
            </w:r>
            <w:proofErr w:type="spellStart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>Infektion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0361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 xml:space="preserve">Facility </w:t>
            </w:r>
            <w:proofErr w:type="gramStart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>refugees</w:t>
            </w:r>
            <w:proofErr w:type="gramEnd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 xml:space="preserve"> corona infection</w:t>
            </w:r>
          </w:p>
        </w:tc>
      </w:tr>
      <w:tr w:rsidR="00477336" w:rsidRPr="00442E56" w14:paraId="6C6701BB" w14:textId="77777777" w:rsidTr="004773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317B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GB"/>
              </w:rPr>
            </w:pPr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>Search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01E4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42E56">
              <w:rPr>
                <w:rFonts w:ascii="Times New Roman" w:hAnsi="Times New Roman" w:cs="Times New Roman"/>
                <w:sz w:val="20"/>
              </w:rPr>
              <w:t>Erstaufnahme ANKER Flüchtlinge Corona Fälle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693C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GB"/>
              </w:rPr>
            </w:pPr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 xml:space="preserve">Reception </w:t>
            </w:r>
            <w:proofErr w:type="spellStart"/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>center</w:t>
            </w:r>
            <w:proofErr w:type="spellEnd"/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gramStart"/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>refugees</w:t>
            </w:r>
            <w:proofErr w:type="gramEnd"/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 xml:space="preserve"> corona cases</w:t>
            </w:r>
          </w:p>
        </w:tc>
      </w:tr>
      <w:tr w:rsidR="00477336" w:rsidRPr="00442E56" w14:paraId="5D342DCB" w14:textId="77777777" w:rsidTr="004773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4218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42E56">
              <w:rPr>
                <w:rFonts w:ascii="Times New Roman" w:hAnsi="Times New Roman" w:cs="Times New Roman"/>
                <w:sz w:val="20"/>
              </w:rPr>
              <w:t>Search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6091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>Gemeinschaftsunterkunft</w:t>
            </w:r>
            <w:proofErr w:type="spellEnd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>Flüchtlinge</w:t>
            </w:r>
            <w:proofErr w:type="spellEnd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 xml:space="preserve"> Corona </w:t>
            </w:r>
            <w:proofErr w:type="spellStart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>Fälle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9051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 xml:space="preserve">Accommodation center </w:t>
            </w:r>
            <w:proofErr w:type="gramStart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>refugees</w:t>
            </w:r>
            <w:proofErr w:type="gramEnd"/>
            <w:r w:rsidRPr="00442E56">
              <w:rPr>
                <w:rFonts w:ascii="Times New Roman" w:hAnsi="Times New Roman" w:cs="Times New Roman"/>
                <w:sz w:val="20"/>
                <w:lang w:val="en-US"/>
              </w:rPr>
              <w:t xml:space="preserve"> corona cases</w:t>
            </w:r>
          </w:p>
        </w:tc>
      </w:tr>
      <w:tr w:rsidR="00477336" w:rsidRPr="00442E56" w14:paraId="0DBC683D" w14:textId="77777777" w:rsidTr="004773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B1B1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42E56">
              <w:rPr>
                <w:rFonts w:ascii="Times New Roman" w:hAnsi="Times New Roman" w:cs="Times New Roman"/>
                <w:sz w:val="20"/>
              </w:rPr>
              <w:t>Search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B130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42E56">
              <w:rPr>
                <w:rFonts w:ascii="Times New Roman" w:hAnsi="Times New Roman" w:cs="Times New Roman"/>
                <w:sz w:val="20"/>
              </w:rPr>
              <w:t>Unterkunft Heim Asyl Corona Fälle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48C3" w14:textId="77777777" w:rsidR="00477336" w:rsidRPr="00442E56" w:rsidRDefault="0047733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GB"/>
              </w:rPr>
            </w:pPr>
            <w:proofErr w:type="spellStart"/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>Center</w:t>
            </w:r>
            <w:proofErr w:type="spellEnd"/>
            <w:r w:rsidRPr="00442E56">
              <w:rPr>
                <w:rFonts w:ascii="Times New Roman" w:hAnsi="Times New Roman" w:cs="Times New Roman"/>
                <w:sz w:val="20"/>
                <w:lang w:val="en-GB"/>
              </w:rPr>
              <w:t xml:space="preserve"> asylum home corona cases</w:t>
            </w:r>
          </w:p>
        </w:tc>
      </w:tr>
    </w:tbl>
    <w:p w14:paraId="0FF7A855" w14:textId="77777777" w:rsidR="00477336" w:rsidRPr="00442E56" w:rsidRDefault="00477336" w:rsidP="00477336">
      <w:pPr>
        <w:rPr>
          <w:rFonts w:ascii="Times New Roman" w:hAnsi="Times New Roman" w:cs="Times New Roman"/>
          <w:lang w:val="en-GB"/>
        </w:rPr>
      </w:pPr>
    </w:p>
    <w:p w14:paraId="4964CFFC" w14:textId="7D2AD54B" w:rsidR="004F6FB0" w:rsidRPr="00477336" w:rsidRDefault="004F6FB0">
      <w:pPr>
        <w:rPr>
          <w:lang w:val="en-GB"/>
        </w:rPr>
      </w:pPr>
      <w:bookmarkStart w:id="0" w:name="_GoBack"/>
      <w:bookmarkEnd w:id="0"/>
    </w:p>
    <w:sectPr w:rsidR="004F6FB0" w:rsidRPr="00477336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DCAF1" w14:textId="77777777" w:rsidR="00477336" w:rsidRDefault="00477336" w:rsidP="00477336">
      <w:pPr>
        <w:spacing w:after="0" w:line="240" w:lineRule="auto"/>
      </w:pPr>
      <w:r>
        <w:separator/>
      </w:r>
    </w:p>
  </w:endnote>
  <w:endnote w:type="continuationSeparator" w:id="0">
    <w:p w14:paraId="1D1BDC9B" w14:textId="77777777" w:rsidR="00477336" w:rsidRDefault="00477336" w:rsidP="0047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1348" w14:textId="3E4BDC01" w:rsidR="00477336" w:rsidRPr="00477336" w:rsidRDefault="00477336" w:rsidP="00477336">
    <w:pPr>
      <w:rPr>
        <w:b/>
        <w:lang w:val="en-GB"/>
      </w:rPr>
    </w:pPr>
    <w:r>
      <w:rPr>
        <w:b/>
        <w:lang w:val="en-GB"/>
      </w:rPr>
      <w:t xml:space="preserve">Incidence risk of Covid-19 in reception and accommodation centres for asylum seekers in Germany, </w:t>
    </w:r>
    <w:r w:rsidRPr="00477336">
      <w:rPr>
        <w:lang w:val="en-GB"/>
      </w:rPr>
      <w:t>Rosa Jahn, Maren Hintermeier, Kayvan Bozorgmehr</w:t>
    </w:r>
    <w:r>
      <w:rPr>
        <w:lang w:val="en-GB"/>
      </w:rPr>
      <w:t xml:space="preserve"> (2020)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12AFF" w14:textId="77777777" w:rsidR="00477336" w:rsidRDefault="00477336" w:rsidP="00477336">
      <w:pPr>
        <w:spacing w:after="0" w:line="240" w:lineRule="auto"/>
      </w:pPr>
      <w:r>
        <w:separator/>
      </w:r>
    </w:p>
  </w:footnote>
  <w:footnote w:type="continuationSeparator" w:id="0">
    <w:p w14:paraId="3CB3BE24" w14:textId="77777777" w:rsidR="00477336" w:rsidRDefault="00477336" w:rsidP="004773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B00AB"/>
    <w:rsid w:val="00442E56"/>
    <w:rsid w:val="00477336"/>
    <w:rsid w:val="004F6FB0"/>
    <w:rsid w:val="008B00AB"/>
    <w:rsid w:val="00944F83"/>
    <w:rsid w:val="009C097C"/>
    <w:rsid w:val="00A00A4B"/>
    <w:rsid w:val="00C3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8B46"/>
  <w15:chartTrackingRefBased/>
  <w15:docId w15:val="{4C7593DE-82A6-4EE5-AA5B-CB5EAA8A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77336"/>
    <w:pPr>
      <w:spacing w:after="160"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73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77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7336"/>
  </w:style>
  <w:style w:type="paragraph" w:styleId="Fuzeile">
    <w:name w:val="footer"/>
    <w:basedOn w:val="Standard"/>
    <w:link w:val="FuzeileZchn"/>
    <w:uiPriority w:val="99"/>
    <w:unhideWhenUsed/>
    <w:rsid w:val="00477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7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7F155A9F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Jahn, Rosa Helene</dc:creator>
  <cp:keywords/>
  <dc:description/>
  <cp:lastModifiedBy>Hintermeier, Maren</cp:lastModifiedBy>
  <cp:revision>3</cp:revision>
  <dcterms:created xsi:type="dcterms:W3CDTF">2020-12-10T14:39:00Z</dcterms:created>
  <dcterms:modified xsi:type="dcterms:W3CDTF">2020-12-15T14:57:00Z</dcterms:modified>
</cp:coreProperties>
</file>